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E069E" w14:textId="77777777" w:rsidR="005918F2" w:rsidRPr="005918F2" w:rsidRDefault="005918F2" w:rsidP="005918F2">
      <w:pPr>
        <w:spacing w:line="242" w:lineRule="auto"/>
        <w:ind w:left="1093" w:right="302"/>
        <w:jc w:val="center"/>
        <w:rPr>
          <w:b/>
          <w:sz w:val="22"/>
          <w:szCs w:val="22"/>
        </w:rPr>
      </w:pPr>
      <w:r w:rsidRPr="005918F2">
        <w:rPr>
          <w:b/>
          <w:sz w:val="22"/>
          <w:szCs w:val="22"/>
        </w:rPr>
        <w:t xml:space="preserve">Avviso per la selezione del Coordinatore regionale di Educazione Motoria, Fisica e Sportiva presso l’USR Basilicata   </w:t>
      </w:r>
    </w:p>
    <w:p w14:paraId="750D4CF3" w14:textId="61451D9F" w:rsidR="005918F2" w:rsidRPr="00D72CC1" w:rsidRDefault="005918F2" w:rsidP="005918F2">
      <w:pPr>
        <w:spacing w:line="242" w:lineRule="auto"/>
        <w:ind w:left="1093" w:right="302"/>
        <w:jc w:val="center"/>
        <w:rPr>
          <w:b/>
          <w:sz w:val="22"/>
          <w:szCs w:val="22"/>
        </w:rPr>
      </w:pPr>
      <w:r w:rsidRPr="00D72CC1">
        <w:rPr>
          <w:b/>
          <w:sz w:val="22"/>
          <w:szCs w:val="22"/>
        </w:rPr>
        <w:t xml:space="preserve"> </w:t>
      </w:r>
      <w:r w:rsidR="006D7F8A" w:rsidRPr="00D72CC1">
        <w:rPr>
          <w:b/>
          <w:sz w:val="22"/>
          <w:szCs w:val="22"/>
        </w:rPr>
        <w:t>A</w:t>
      </w:r>
      <w:r w:rsidRPr="00D72CC1">
        <w:rPr>
          <w:b/>
          <w:sz w:val="22"/>
          <w:szCs w:val="22"/>
        </w:rPr>
        <w:t>nn</w:t>
      </w:r>
      <w:r w:rsidR="00F712E4">
        <w:rPr>
          <w:b/>
          <w:sz w:val="22"/>
          <w:szCs w:val="22"/>
        </w:rPr>
        <w:t xml:space="preserve">i scolastici </w:t>
      </w:r>
      <w:r w:rsidRPr="00D72CC1">
        <w:rPr>
          <w:b/>
          <w:spacing w:val="-14"/>
          <w:sz w:val="22"/>
          <w:szCs w:val="22"/>
        </w:rPr>
        <w:t xml:space="preserve"> </w:t>
      </w:r>
      <w:r w:rsidRPr="00D72CC1">
        <w:rPr>
          <w:b/>
          <w:sz w:val="22"/>
          <w:szCs w:val="22"/>
        </w:rPr>
        <w:t>202</w:t>
      </w:r>
      <w:r w:rsidR="006D7F8A">
        <w:rPr>
          <w:b/>
          <w:sz w:val="22"/>
          <w:szCs w:val="22"/>
        </w:rPr>
        <w:t>4</w:t>
      </w:r>
      <w:r w:rsidRPr="00D72CC1">
        <w:rPr>
          <w:b/>
          <w:sz w:val="22"/>
          <w:szCs w:val="22"/>
        </w:rPr>
        <w:t>/202</w:t>
      </w:r>
      <w:r w:rsidR="006D7F8A">
        <w:rPr>
          <w:b/>
          <w:sz w:val="22"/>
          <w:szCs w:val="22"/>
        </w:rPr>
        <w:t>5</w:t>
      </w:r>
      <w:r w:rsidR="00F712E4">
        <w:rPr>
          <w:b/>
          <w:sz w:val="22"/>
          <w:szCs w:val="22"/>
        </w:rPr>
        <w:t xml:space="preserve"> e 2025/2026</w:t>
      </w:r>
      <w:r w:rsidRPr="00D72CC1">
        <w:rPr>
          <w:b/>
          <w:sz w:val="22"/>
          <w:szCs w:val="22"/>
        </w:rPr>
        <w:t xml:space="preserve"> </w:t>
      </w:r>
    </w:p>
    <w:p w14:paraId="1376A613" w14:textId="77777777" w:rsidR="005918F2" w:rsidRPr="00D72CC1" w:rsidRDefault="005918F2" w:rsidP="005918F2">
      <w:pPr>
        <w:spacing w:line="242" w:lineRule="auto"/>
        <w:ind w:left="1093" w:right="302"/>
        <w:jc w:val="center"/>
        <w:rPr>
          <w:b/>
          <w:sz w:val="22"/>
          <w:szCs w:val="22"/>
        </w:rPr>
      </w:pPr>
    </w:p>
    <w:p w14:paraId="2BC6A56B" w14:textId="7CC6A915" w:rsidR="005918F2" w:rsidRDefault="005918F2" w:rsidP="005918F2">
      <w:pPr>
        <w:pStyle w:val="CM15"/>
        <w:spacing w:after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        </w:t>
      </w:r>
      <w:r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Allegato</w:t>
      </w:r>
      <w:r w:rsidR="00A552E6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Modello </w:t>
      </w:r>
      <w:r w:rsidR="007A7C2D"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D</w:t>
      </w:r>
      <w:r w:rsidR="00A552E6">
        <w:rPr>
          <w:rFonts w:ascii="Times New Roman" w:hAnsi="Times New Roman" w:cs="Times New Roman"/>
          <w:b/>
          <w:bCs/>
          <w:color w:val="000000"/>
          <w:sz w:val="22"/>
          <w:szCs w:val="22"/>
        </w:rPr>
        <w:t>omanda</w:t>
      </w:r>
    </w:p>
    <w:p w14:paraId="4617AEBA" w14:textId="77777777" w:rsidR="005918F2" w:rsidRDefault="005918F2" w:rsidP="005918F2">
      <w:pPr>
        <w:pStyle w:val="CM15"/>
        <w:spacing w:after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D9B07EC" w14:textId="72190D14" w:rsidR="00D844AB" w:rsidRPr="005918F2" w:rsidRDefault="007A7C2D" w:rsidP="005918F2">
      <w:pPr>
        <w:pStyle w:val="CM15"/>
        <w:spacing w:after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AL</w:t>
      </w:r>
      <w:r w:rsidR="007F0FFB"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L</w:t>
      </w:r>
      <w:r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’UFFICIO SCOLASTICO REGIONALE PER LA </w:t>
      </w:r>
      <w:r w:rsidR="007F0FFB"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BASILICATA</w:t>
      </w:r>
    </w:p>
    <w:p w14:paraId="7F8BCD36" w14:textId="77777777" w:rsidR="00D844AB" w:rsidRPr="005918F2" w:rsidRDefault="00000000" w:rsidP="005918F2">
      <w:pPr>
        <w:pStyle w:val="Default"/>
        <w:ind w:firstLine="5812"/>
        <w:jc w:val="right"/>
        <w:rPr>
          <w:rFonts w:ascii="Times New Roman" w:hAnsi="Times New Roman" w:cs="Times New Roman"/>
          <w:sz w:val="22"/>
          <w:szCs w:val="22"/>
        </w:rPr>
      </w:pPr>
      <w:hyperlink r:id="rId7" w:history="1">
        <w:r w:rsidR="002D675B" w:rsidRPr="005918F2">
          <w:rPr>
            <w:rStyle w:val="Collegamentoipertestuale"/>
            <w:rFonts w:ascii="Times New Roman" w:hAnsi="Times New Roman" w:cs="Times New Roman"/>
            <w:b/>
            <w:i/>
            <w:sz w:val="22"/>
            <w:szCs w:val="22"/>
          </w:rPr>
          <w:t>drba@postacert.istruzione.it</w:t>
        </w:r>
      </w:hyperlink>
    </w:p>
    <w:p w14:paraId="314C80B6" w14:textId="77777777" w:rsidR="00D844AB" w:rsidRPr="005918F2" w:rsidRDefault="00D844AB" w:rsidP="005918F2">
      <w:pPr>
        <w:pStyle w:val="Default"/>
        <w:ind w:firstLine="5812"/>
        <w:jc w:val="right"/>
        <w:rPr>
          <w:rFonts w:ascii="Times New Roman" w:hAnsi="Times New Roman" w:cs="Times New Roman"/>
          <w:b/>
          <w:i/>
          <w:sz w:val="22"/>
          <w:szCs w:val="22"/>
        </w:rPr>
      </w:pPr>
    </w:p>
    <w:p w14:paraId="5EF295C4" w14:textId="10073E42" w:rsidR="00D844AB" w:rsidRPr="005918F2" w:rsidRDefault="007A7C2D" w:rsidP="005918F2">
      <w:pPr>
        <w:pStyle w:val="CM19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color w:val="000000"/>
          <w:sz w:val="22"/>
          <w:szCs w:val="22"/>
        </w:rPr>
        <w:t xml:space="preserve">Il/la </w:t>
      </w:r>
      <w:proofErr w:type="spellStart"/>
      <w:r w:rsidRPr="005918F2">
        <w:rPr>
          <w:rFonts w:ascii="Times New Roman" w:hAnsi="Times New Roman" w:cs="Times New Roman"/>
          <w:color w:val="000000"/>
          <w:sz w:val="22"/>
          <w:szCs w:val="22"/>
        </w:rPr>
        <w:t>s</w:t>
      </w:r>
      <w:r w:rsidRPr="005918F2">
        <w:rPr>
          <w:rFonts w:ascii="Times New Roman" w:hAnsi="Times New Roman" w:cs="Times New Roman"/>
          <w:sz w:val="22"/>
          <w:szCs w:val="22"/>
        </w:rPr>
        <w:t>ottoscritt</w:t>
      </w:r>
      <w:proofErr w:type="spellEnd"/>
      <w:r w:rsidR="005918F2">
        <w:rPr>
          <w:rFonts w:ascii="Times New Roman" w:hAnsi="Times New Roman" w:cs="Times New Roman"/>
          <w:sz w:val="22"/>
          <w:szCs w:val="22"/>
        </w:rPr>
        <w:t>__</w:t>
      </w:r>
      <w:r w:rsidRPr="005918F2">
        <w:rPr>
          <w:rFonts w:ascii="Times New Roman" w:hAnsi="Times New Roman" w:cs="Times New Roman"/>
          <w:sz w:val="22"/>
          <w:szCs w:val="22"/>
        </w:rPr>
        <w:t xml:space="preserve">__ _________________________________________________________, </w:t>
      </w:r>
      <w:proofErr w:type="spellStart"/>
      <w:r w:rsidRPr="005918F2">
        <w:rPr>
          <w:rFonts w:ascii="Times New Roman" w:hAnsi="Times New Roman" w:cs="Times New Roman"/>
          <w:sz w:val="22"/>
          <w:szCs w:val="22"/>
        </w:rPr>
        <w:t>nat</w:t>
      </w:r>
      <w:proofErr w:type="spellEnd"/>
      <w:r w:rsidRPr="005918F2">
        <w:rPr>
          <w:rFonts w:ascii="Times New Roman" w:hAnsi="Times New Roman" w:cs="Times New Roman"/>
          <w:sz w:val="22"/>
          <w:szCs w:val="22"/>
        </w:rPr>
        <w:t>__ a __________________________________, il _____________ e residente a _________________________ in via/</w:t>
      </w:r>
      <w:r w:rsidR="005918F2">
        <w:rPr>
          <w:rFonts w:ascii="Times New Roman" w:hAnsi="Times New Roman" w:cs="Times New Roman"/>
          <w:sz w:val="22"/>
          <w:szCs w:val="22"/>
        </w:rPr>
        <w:t>p</w:t>
      </w:r>
      <w:r w:rsidRPr="005918F2">
        <w:rPr>
          <w:rFonts w:ascii="Times New Roman" w:hAnsi="Times New Roman" w:cs="Times New Roman"/>
          <w:sz w:val="22"/>
          <w:szCs w:val="22"/>
        </w:rPr>
        <w:t>iazza ________________________________________, cell. ___</w:t>
      </w:r>
      <w:r w:rsidR="005918F2">
        <w:rPr>
          <w:rFonts w:ascii="Times New Roman" w:hAnsi="Times New Roman" w:cs="Times New Roman"/>
          <w:sz w:val="22"/>
          <w:szCs w:val="22"/>
        </w:rPr>
        <w:t>___________</w:t>
      </w:r>
      <w:r w:rsidRPr="005918F2">
        <w:rPr>
          <w:rFonts w:ascii="Times New Roman" w:hAnsi="Times New Roman" w:cs="Times New Roman"/>
          <w:sz w:val="22"/>
          <w:szCs w:val="22"/>
        </w:rPr>
        <w:t>___________, mail _______________________</w:t>
      </w:r>
    </w:p>
    <w:p w14:paraId="1B685D44" w14:textId="77777777" w:rsidR="00D844AB" w:rsidRPr="005918F2" w:rsidRDefault="007A7C2D" w:rsidP="005918F2">
      <w:pPr>
        <w:pStyle w:val="CM1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b/>
          <w:bCs/>
          <w:color w:val="000000"/>
          <w:sz w:val="22"/>
          <w:szCs w:val="22"/>
        </w:rPr>
        <w:t>CHIEDE</w:t>
      </w:r>
    </w:p>
    <w:p w14:paraId="2C22F618" w14:textId="508FCBAF" w:rsidR="005918F2" w:rsidRPr="00D72CC1" w:rsidRDefault="007A7C2D" w:rsidP="005918F2">
      <w:pPr>
        <w:pStyle w:val="Corpotesto"/>
        <w:tabs>
          <w:tab w:val="left" w:pos="2403"/>
        </w:tabs>
        <w:spacing w:before="1" w:line="360" w:lineRule="auto"/>
        <w:ind w:right="125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color w:val="000000"/>
          <w:sz w:val="22"/>
          <w:szCs w:val="22"/>
        </w:rPr>
        <w:t>di essere ammess</w:t>
      </w:r>
      <w:r w:rsidR="005918F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5918F2">
        <w:rPr>
          <w:rFonts w:ascii="Times New Roman" w:hAnsi="Times New Roman" w:cs="Times New Roman"/>
          <w:color w:val="000000"/>
          <w:sz w:val="22"/>
          <w:szCs w:val="22"/>
        </w:rPr>
        <w:t xml:space="preserve">__ alla procedura di selezione finalizzata al </w:t>
      </w:r>
      <w:r w:rsidRPr="00D72CC1">
        <w:rPr>
          <w:rFonts w:ascii="Times New Roman" w:hAnsi="Times New Roman" w:cs="Times New Roman"/>
          <w:sz w:val="22"/>
          <w:szCs w:val="22"/>
        </w:rPr>
        <w:t xml:space="preserve">conferimento, </w:t>
      </w:r>
      <w:r w:rsidR="005918F2" w:rsidRPr="00D72CC1">
        <w:rPr>
          <w:rFonts w:ascii="Times New Roman" w:hAnsi="Times New Roman" w:cs="Times New Roman"/>
          <w:sz w:val="22"/>
          <w:szCs w:val="22"/>
        </w:rPr>
        <w:t xml:space="preserve">per </w:t>
      </w:r>
      <w:r w:rsidR="00E03A37">
        <w:rPr>
          <w:rFonts w:ascii="Times New Roman" w:hAnsi="Times New Roman" w:cs="Times New Roman"/>
          <w:sz w:val="22"/>
          <w:szCs w:val="22"/>
        </w:rPr>
        <w:t xml:space="preserve">gli aa.ss. </w:t>
      </w:r>
      <w:r w:rsidR="006D7F8A">
        <w:rPr>
          <w:rFonts w:ascii="Times New Roman" w:hAnsi="Times New Roman" w:cs="Times New Roman"/>
          <w:sz w:val="22"/>
          <w:szCs w:val="22"/>
        </w:rPr>
        <w:t>2024/2025</w:t>
      </w:r>
      <w:r w:rsidR="00E03A37">
        <w:rPr>
          <w:rFonts w:ascii="Times New Roman" w:hAnsi="Times New Roman" w:cs="Times New Roman"/>
          <w:sz w:val="22"/>
          <w:szCs w:val="22"/>
        </w:rPr>
        <w:t xml:space="preserve"> e 2025/2026</w:t>
      </w:r>
      <w:r w:rsidRPr="00D72CC1">
        <w:rPr>
          <w:rFonts w:ascii="Times New Roman" w:hAnsi="Times New Roman" w:cs="Times New Roman"/>
          <w:sz w:val="22"/>
          <w:szCs w:val="22"/>
        </w:rPr>
        <w:t xml:space="preserve">, dell’incarico di Coordinatore </w:t>
      </w:r>
      <w:r w:rsidR="005918F2" w:rsidRPr="00D72CC1">
        <w:rPr>
          <w:rFonts w:ascii="Times New Roman" w:hAnsi="Times New Roman" w:cs="Times New Roman"/>
          <w:sz w:val="22"/>
          <w:szCs w:val="22"/>
        </w:rPr>
        <w:t>R</w:t>
      </w:r>
      <w:r w:rsidRPr="00D72CC1">
        <w:rPr>
          <w:rFonts w:ascii="Times New Roman" w:hAnsi="Times New Roman" w:cs="Times New Roman"/>
          <w:sz w:val="22"/>
          <w:szCs w:val="22"/>
        </w:rPr>
        <w:t xml:space="preserve">egionale di Educazione </w:t>
      </w:r>
      <w:r w:rsidR="005918F2" w:rsidRPr="00D72CC1">
        <w:rPr>
          <w:rFonts w:ascii="Times New Roman" w:hAnsi="Times New Roman" w:cs="Times New Roman"/>
          <w:sz w:val="22"/>
          <w:szCs w:val="22"/>
        </w:rPr>
        <w:t>F</w:t>
      </w:r>
      <w:r w:rsidRPr="00D72CC1">
        <w:rPr>
          <w:rFonts w:ascii="Times New Roman" w:hAnsi="Times New Roman" w:cs="Times New Roman"/>
          <w:sz w:val="22"/>
          <w:szCs w:val="22"/>
        </w:rPr>
        <w:t xml:space="preserve">isica, </w:t>
      </w:r>
      <w:r w:rsidR="005918F2" w:rsidRPr="00D72CC1">
        <w:rPr>
          <w:rFonts w:ascii="Times New Roman" w:hAnsi="Times New Roman" w:cs="Times New Roman"/>
          <w:sz w:val="22"/>
          <w:szCs w:val="22"/>
        </w:rPr>
        <w:t>M</w:t>
      </w:r>
      <w:r w:rsidRPr="00D72CC1">
        <w:rPr>
          <w:rFonts w:ascii="Times New Roman" w:hAnsi="Times New Roman" w:cs="Times New Roman"/>
          <w:sz w:val="22"/>
          <w:szCs w:val="22"/>
        </w:rPr>
        <w:t xml:space="preserve">otoria e </w:t>
      </w:r>
      <w:r w:rsidR="005918F2" w:rsidRPr="00D72CC1">
        <w:rPr>
          <w:rFonts w:ascii="Times New Roman" w:hAnsi="Times New Roman" w:cs="Times New Roman"/>
          <w:sz w:val="22"/>
          <w:szCs w:val="22"/>
        </w:rPr>
        <w:t>S</w:t>
      </w:r>
      <w:r w:rsidRPr="00D72CC1">
        <w:rPr>
          <w:rFonts w:ascii="Times New Roman" w:hAnsi="Times New Roman" w:cs="Times New Roman"/>
          <w:sz w:val="22"/>
          <w:szCs w:val="22"/>
        </w:rPr>
        <w:t xml:space="preserve">portiva </w:t>
      </w:r>
      <w:r w:rsidRPr="00D72CC1">
        <w:rPr>
          <w:rFonts w:ascii="Times New Roman" w:hAnsi="Times New Roman" w:cs="Times New Roman"/>
          <w:sz w:val="22"/>
          <w:szCs w:val="22"/>
          <w:lang w:eastAsia="ar-SA"/>
        </w:rPr>
        <w:t xml:space="preserve">presso l’Ufficio Scolastico Regionale per la </w:t>
      </w:r>
      <w:r w:rsidR="004D2F5A" w:rsidRPr="00D72CC1">
        <w:rPr>
          <w:rFonts w:ascii="Times New Roman" w:hAnsi="Times New Roman" w:cs="Times New Roman"/>
          <w:sz w:val="22"/>
          <w:szCs w:val="22"/>
          <w:lang w:eastAsia="ar-SA"/>
        </w:rPr>
        <w:t>Basilicata</w:t>
      </w:r>
      <w:r w:rsidRPr="00D72CC1">
        <w:rPr>
          <w:rFonts w:ascii="Times New Roman" w:hAnsi="Times New Roman" w:cs="Times New Roman"/>
          <w:sz w:val="22"/>
          <w:szCs w:val="22"/>
          <w:lang w:eastAsia="ar-SA"/>
        </w:rPr>
        <w:t>.</w:t>
      </w:r>
      <w:r w:rsidR="005918F2" w:rsidRPr="00D72CC1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D72CC1">
        <w:rPr>
          <w:rFonts w:ascii="Times New Roman" w:hAnsi="Times New Roman" w:cs="Times New Roman"/>
          <w:sz w:val="22"/>
          <w:szCs w:val="22"/>
        </w:rPr>
        <w:t>A tal fine dichiara, ai sensi e per gli effetti delle disposizioni di cui al D</w:t>
      </w:r>
      <w:r w:rsidR="005918F2" w:rsidRPr="00D72CC1">
        <w:rPr>
          <w:rFonts w:ascii="Times New Roman" w:hAnsi="Times New Roman" w:cs="Times New Roman"/>
          <w:sz w:val="22"/>
          <w:szCs w:val="22"/>
        </w:rPr>
        <w:t xml:space="preserve">PR </w:t>
      </w:r>
      <w:r w:rsidRPr="00D72CC1">
        <w:rPr>
          <w:rFonts w:ascii="Times New Roman" w:hAnsi="Times New Roman" w:cs="Times New Roman"/>
          <w:sz w:val="22"/>
          <w:szCs w:val="22"/>
        </w:rPr>
        <w:t>n. 445</w:t>
      </w:r>
      <w:r w:rsidR="005918F2" w:rsidRPr="00D72CC1">
        <w:rPr>
          <w:rFonts w:ascii="Times New Roman" w:hAnsi="Times New Roman" w:cs="Times New Roman"/>
          <w:sz w:val="22"/>
          <w:szCs w:val="22"/>
        </w:rPr>
        <w:t>/</w:t>
      </w:r>
      <w:r w:rsidRPr="00D72CC1">
        <w:rPr>
          <w:rFonts w:ascii="Times New Roman" w:hAnsi="Times New Roman" w:cs="Times New Roman"/>
          <w:sz w:val="22"/>
          <w:szCs w:val="22"/>
        </w:rPr>
        <w:t>2000, consapevole delle sanzioni penali previste dall’art. 76 del medesimo D</w:t>
      </w:r>
      <w:r w:rsidR="005918F2" w:rsidRPr="00D72CC1">
        <w:rPr>
          <w:rFonts w:ascii="Times New Roman" w:hAnsi="Times New Roman" w:cs="Times New Roman"/>
          <w:sz w:val="22"/>
          <w:szCs w:val="22"/>
        </w:rPr>
        <w:t xml:space="preserve">PR </w:t>
      </w:r>
      <w:r w:rsidRPr="00D72CC1">
        <w:rPr>
          <w:rFonts w:ascii="Times New Roman" w:hAnsi="Times New Roman" w:cs="Times New Roman"/>
          <w:sz w:val="22"/>
          <w:szCs w:val="22"/>
        </w:rPr>
        <w:t>per le ipotesi di falsità in atti e dichiarazioni mendaci, di possedere i requisiti di partecipazione e in particolare:</w:t>
      </w:r>
    </w:p>
    <w:p w14:paraId="6BC76ECC" w14:textId="633BDF0D" w:rsidR="006C386D" w:rsidRPr="006C386D" w:rsidRDefault="007A7C2D" w:rsidP="006C386D">
      <w:pPr>
        <w:pStyle w:val="Corpotesto"/>
        <w:numPr>
          <w:ilvl w:val="0"/>
          <w:numId w:val="16"/>
        </w:numPr>
        <w:tabs>
          <w:tab w:val="left" w:pos="2403"/>
        </w:tabs>
        <w:spacing w:before="1" w:line="360" w:lineRule="auto"/>
        <w:ind w:right="1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72CC1">
        <w:rPr>
          <w:rFonts w:ascii="Times New Roman" w:hAnsi="Times New Roman" w:cs="Times New Roman"/>
          <w:sz w:val="22"/>
          <w:szCs w:val="22"/>
        </w:rPr>
        <w:t>di essere</w:t>
      </w:r>
      <w:r w:rsidR="002D675B" w:rsidRPr="00D72CC1">
        <w:rPr>
          <w:rFonts w:ascii="Times New Roman" w:hAnsi="Times New Roman" w:cs="Times New Roman"/>
          <w:sz w:val="22"/>
          <w:szCs w:val="22"/>
        </w:rPr>
        <w:t xml:space="preserve"> </w:t>
      </w:r>
      <w:r w:rsidRPr="00D72CC1">
        <w:rPr>
          <w:rFonts w:ascii="Times New Roman" w:hAnsi="Times New Roman" w:cs="Times New Roman"/>
          <w:sz w:val="22"/>
          <w:szCs w:val="22"/>
        </w:rPr>
        <w:t xml:space="preserve">docente di Educazione </w:t>
      </w:r>
      <w:r w:rsidR="005918F2" w:rsidRPr="00D72CC1">
        <w:rPr>
          <w:rFonts w:ascii="Times New Roman" w:hAnsi="Times New Roman" w:cs="Times New Roman"/>
          <w:sz w:val="22"/>
          <w:szCs w:val="22"/>
        </w:rPr>
        <w:t>F</w:t>
      </w:r>
      <w:r w:rsidRPr="00D72CC1">
        <w:rPr>
          <w:rFonts w:ascii="Times New Roman" w:hAnsi="Times New Roman" w:cs="Times New Roman"/>
          <w:sz w:val="22"/>
          <w:szCs w:val="22"/>
        </w:rPr>
        <w:t>isica, titolare nella provincia di</w:t>
      </w:r>
      <w:r w:rsidRPr="005918F2">
        <w:rPr>
          <w:rFonts w:ascii="Times New Roman" w:hAnsi="Times New Roman" w:cs="Times New Roman"/>
          <w:sz w:val="22"/>
          <w:szCs w:val="22"/>
        </w:rPr>
        <w:t xml:space="preserve"> __________________, titolare, nell’anno scolastico 202</w:t>
      </w:r>
      <w:r w:rsidR="006D7F8A">
        <w:rPr>
          <w:rFonts w:ascii="Times New Roman" w:hAnsi="Times New Roman" w:cs="Times New Roman"/>
          <w:sz w:val="22"/>
          <w:szCs w:val="22"/>
        </w:rPr>
        <w:t>3</w:t>
      </w:r>
      <w:r w:rsidRPr="005918F2">
        <w:rPr>
          <w:rFonts w:ascii="Times New Roman" w:hAnsi="Times New Roman" w:cs="Times New Roman"/>
          <w:sz w:val="22"/>
          <w:szCs w:val="22"/>
        </w:rPr>
        <w:t>/202</w:t>
      </w:r>
      <w:r w:rsidR="006D7F8A">
        <w:rPr>
          <w:rFonts w:ascii="Times New Roman" w:hAnsi="Times New Roman" w:cs="Times New Roman"/>
          <w:sz w:val="22"/>
          <w:szCs w:val="22"/>
        </w:rPr>
        <w:t>4</w:t>
      </w:r>
      <w:r w:rsidRPr="005918F2">
        <w:rPr>
          <w:rFonts w:ascii="Times New Roman" w:hAnsi="Times New Roman" w:cs="Times New Roman"/>
          <w:sz w:val="22"/>
          <w:szCs w:val="22"/>
        </w:rPr>
        <w:t>, presso l’Istituto__________________________________;</w:t>
      </w:r>
    </w:p>
    <w:p w14:paraId="796B1002" w14:textId="1B52094D" w:rsidR="006C386D" w:rsidRPr="006C386D" w:rsidRDefault="007A7C2D" w:rsidP="006C386D">
      <w:pPr>
        <w:pStyle w:val="Corpotesto"/>
        <w:numPr>
          <w:ilvl w:val="0"/>
          <w:numId w:val="16"/>
        </w:numPr>
        <w:tabs>
          <w:tab w:val="left" w:pos="2403"/>
        </w:tabs>
        <w:spacing w:before="1" w:line="360" w:lineRule="auto"/>
        <w:ind w:right="1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C386D">
        <w:rPr>
          <w:rFonts w:ascii="Times New Roman" w:hAnsi="Times New Roman" w:cs="Times New Roman"/>
          <w:sz w:val="22"/>
          <w:szCs w:val="22"/>
        </w:rPr>
        <w:t>di essere stato nominato in ruolo in data _________________ e di possedere, pertanto, n.  _________ anni di servizio con nomina a tempo indeterminato;</w:t>
      </w:r>
    </w:p>
    <w:p w14:paraId="494609E5" w14:textId="77777777" w:rsidR="006C386D" w:rsidRPr="006C386D" w:rsidRDefault="007A7C2D" w:rsidP="006C386D">
      <w:pPr>
        <w:pStyle w:val="Corpotesto"/>
        <w:numPr>
          <w:ilvl w:val="0"/>
          <w:numId w:val="16"/>
        </w:numPr>
        <w:tabs>
          <w:tab w:val="left" w:pos="2403"/>
        </w:tabs>
        <w:spacing w:before="1" w:line="360" w:lineRule="auto"/>
        <w:ind w:right="1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C386D">
        <w:rPr>
          <w:rFonts w:ascii="Times New Roman" w:hAnsi="Times New Roman" w:cs="Times New Roman"/>
          <w:sz w:val="22"/>
          <w:szCs w:val="22"/>
        </w:rPr>
        <w:t>di essere in possesso dei requisiti generali di accesso a pubblici concorsi previsti dalla normativa vigente;</w:t>
      </w:r>
    </w:p>
    <w:p w14:paraId="5A6009F6" w14:textId="371F5D2B" w:rsidR="00D844AB" w:rsidRPr="006C386D" w:rsidRDefault="007A7C2D" w:rsidP="006C386D">
      <w:pPr>
        <w:pStyle w:val="Corpotesto"/>
        <w:numPr>
          <w:ilvl w:val="0"/>
          <w:numId w:val="16"/>
        </w:numPr>
        <w:tabs>
          <w:tab w:val="left" w:pos="2403"/>
        </w:tabs>
        <w:spacing w:before="1" w:line="360" w:lineRule="auto"/>
        <w:ind w:right="125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C386D">
        <w:rPr>
          <w:rFonts w:ascii="Times New Roman" w:hAnsi="Times New Roman" w:cs="Times New Roman"/>
          <w:sz w:val="22"/>
          <w:szCs w:val="22"/>
        </w:rPr>
        <w:t>di non avere procedimenti penali pendenti</w:t>
      </w:r>
    </w:p>
    <w:p w14:paraId="18C1A551" w14:textId="77777777" w:rsidR="006C386D" w:rsidRDefault="007A7C2D" w:rsidP="006C386D">
      <w:pPr>
        <w:pStyle w:val="Default"/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i/>
          <w:iCs/>
          <w:sz w:val="22"/>
          <w:szCs w:val="22"/>
        </w:rPr>
        <w:t>oppure</w:t>
      </w:r>
    </w:p>
    <w:p w14:paraId="711246A5" w14:textId="67A3F727" w:rsidR="00D844AB" w:rsidRPr="005918F2" w:rsidRDefault="007A7C2D" w:rsidP="006C386D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di avere i seguenti procedimenti penali pendenti</w:t>
      </w:r>
      <w:r w:rsidR="006C386D">
        <w:rPr>
          <w:rFonts w:ascii="Times New Roman" w:hAnsi="Times New Roman" w:cs="Times New Roman"/>
          <w:sz w:val="22"/>
          <w:szCs w:val="22"/>
        </w:rPr>
        <w:t xml:space="preserve"> </w:t>
      </w:r>
      <w:r w:rsidRPr="005918F2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14:paraId="652D2C7D" w14:textId="77777777" w:rsidR="00D844AB" w:rsidRPr="005918F2" w:rsidRDefault="00D844AB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1109DB1" w14:textId="4D55C0D0" w:rsidR="00D844AB" w:rsidRPr="005918F2" w:rsidRDefault="006C386D" w:rsidP="006C386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7A7C2D" w:rsidRPr="005918F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14:paraId="457E4074" w14:textId="77777777" w:rsidR="00D844AB" w:rsidRPr="005918F2" w:rsidRDefault="007A7C2D" w:rsidP="006C386D">
      <w:pPr>
        <w:pStyle w:val="Default"/>
        <w:numPr>
          <w:ilvl w:val="0"/>
          <w:numId w:val="17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di non avere riportato condanne penali;</w:t>
      </w:r>
    </w:p>
    <w:p w14:paraId="177B81FA" w14:textId="77777777" w:rsidR="00D844AB" w:rsidRPr="005918F2" w:rsidRDefault="007A7C2D">
      <w:pPr>
        <w:pStyle w:val="Default"/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i/>
          <w:iCs/>
          <w:sz w:val="22"/>
          <w:szCs w:val="22"/>
        </w:rPr>
        <w:t>oppure</w:t>
      </w:r>
    </w:p>
    <w:p w14:paraId="78361382" w14:textId="77777777" w:rsidR="00D844AB" w:rsidRPr="005918F2" w:rsidRDefault="007A7C2D" w:rsidP="006C386D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di aver riportato le seguenti condanne penali ____________________________________</w:t>
      </w:r>
    </w:p>
    <w:p w14:paraId="4D974B33" w14:textId="77777777" w:rsidR="00D844AB" w:rsidRPr="005918F2" w:rsidRDefault="00D844AB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402CCFCD" w14:textId="1FF37793" w:rsidR="00D844AB" w:rsidRPr="005918F2" w:rsidRDefault="006C386D" w:rsidP="006C386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 w:rsidR="007A7C2D" w:rsidRPr="005918F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</w:p>
    <w:p w14:paraId="122CB102" w14:textId="77777777" w:rsidR="00D844AB" w:rsidRPr="005918F2" w:rsidRDefault="007A7C2D" w:rsidP="006C386D">
      <w:pPr>
        <w:pStyle w:val="Default"/>
        <w:numPr>
          <w:ilvl w:val="0"/>
          <w:numId w:val="17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di non aver riportato sanzioni disciplinari;</w:t>
      </w:r>
    </w:p>
    <w:p w14:paraId="578F62C8" w14:textId="77777777" w:rsidR="00D844AB" w:rsidRPr="005918F2" w:rsidRDefault="007A7C2D">
      <w:pPr>
        <w:pStyle w:val="Default"/>
        <w:ind w:left="2160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i/>
          <w:iCs/>
          <w:sz w:val="22"/>
          <w:szCs w:val="22"/>
        </w:rPr>
        <w:t>oppure</w:t>
      </w:r>
    </w:p>
    <w:p w14:paraId="32CD7051" w14:textId="77777777" w:rsidR="00D844AB" w:rsidRPr="005918F2" w:rsidRDefault="007A7C2D" w:rsidP="006C386D">
      <w:pPr>
        <w:pStyle w:val="Default"/>
        <w:numPr>
          <w:ilvl w:val="0"/>
          <w:numId w:val="1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di aver riportato le seguenti sanzioni disciplinari __________________________</w:t>
      </w:r>
    </w:p>
    <w:p w14:paraId="0E5AAF37" w14:textId="77777777" w:rsidR="00D844AB" w:rsidRPr="005918F2" w:rsidRDefault="00D844AB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678D9EE3" w14:textId="77777777" w:rsidR="006F32DF" w:rsidRDefault="006C386D" w:rsidP="006F32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7A7C2D" w:rsidRPr="005918F2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14:paraId="2FCA4069" w14:textId="77777777" w:rsidR="006F32DF" w:rsidRDefault="006F32DF" w:rsidP="006F32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ADB01C2" w14:textId="3F1550D1" w:rsidR="00D844AB" w:rsidRPr="005918F2" w:rsidRDefault="007A7C2D" w:rsidP="006F32D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Allega la seguente documentazione:</w:t>
      </w:r>
    </w:p>
    <w:p w14:paraId="1A1A5700" w14:textId="45ADB3A9" w:rsidR="00D844AB" w:rsidRPr="005918F2" w:rsidRDefault="007A7C2D">
      <w:pPr>
        <w:pStyle w:val="Default"/>
        <w:numPr>
          <w:ilvl w:val="0"/>
          <w:numId w:val="3"/>
        </w:numPr>
        <w:tabs>
          <w:tab w:val="left" w:pos="85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i/>
          <w:sz w:val="22"/>
          <w:szCs w:val="22"/>
        </w:rPr>
        <w:t>Curriculum vitae</w:t>
      </w:r>
      <w:r w:rsidR="006C386D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E03A37">
        <w:rPr>
          <w:rFonts w:ascii="Times New Roman" w:hAnsi="Times New Roman" w:cs="Times New Roman"/>
          <w:sz w:val="22"/>
          <w:szCs w:val="22"/>
        </w:rPr>
        <w:t>aggiornato</w:t>
      </w:r>
      <w:r w:rsidRPr="005918F2">
        <w:rPr>
          <w:rFonts w:ascii="Times New Roman" w:hAnsi="Times New Roman" w:cs="Times New Roman"/>
          <w:sz w:val="22"/>
          <w:szCs w:val="22"/>
        </w:rPr>
        <w:t xml:space="preserve"> debitamente sottoscritto</w:t>
      </w:r>
    </w:p>
    <w:p w14:paraId="7F884C99" w14:textId="77777777" w:rsidR="00D844AB" w:rsidRPr="005918F2" w:rsidRDefault="007A7C2D">
      <w:pPr>
        <w:pStyle w:val="Default"/>
        <w:numPr>
          <w:ilvl w:val="0"/>
          <w:numId w:val="3"/>
        </w:numPr>
        <w:tabs>
          <w:tab w:val="left" w:pos="852"/>
        </w:tabs>
        <w:spacing w:line="36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Copia del documento di identità n._________________ rilasciato il __________ dal Comune di _________</w:t>
      </w:r>
    </w:p>
    <w:p w14:paraId="2AEF933A" w14:textId="77777777" w:rsidR="00D844AB" w:rsidRPr="005918F2" w:rsidRDefault="00D844A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3EFE579" w14:textId="77777777" w:rsidR="00D844AB" w:rsidRPr="005918F2" w:rsidRDefault="007A7C2D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  <w:u w:val="single"/>
        </w:rPr>
        <w:lastRenderedPageBreak/>
        <w:t>Recapito per comunicazioni</w:t>
      </w:r>
    </w:p>
    <w:p w14:paraId="65431EC8" w14:textId="77777777" w:rsidR="00D844AB" w:rsidRPr="005918F2" w:rsidRDefault="007A7C2D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e-mail _________________________________</w:t>
      </w:r>
    </w:p>
    <w:p w14:paraId="5B00D7F7" w14:textId="77777777" w:rsidR="00D844AB" w:rsidRPr="005918F2" w:rsidRDefault="007A7C2D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Tel. __________________; cell. _____________________.</w:t>
      </w:r>
    </w:p>
    <w:p w14:paraId="4A69FB7E" w14:textId="77777777" w:rsidR="00D844AB" w:rsidRPr="005918F2" w:rsidRDefault="00D844A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EE1E5AA" w14:textId="1F1C126F" w:rsidR="00D844AB" w:rsidRPr="005918F2" w:rsidRDefault="007A7C2D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Il</w:t>
      </w:r>
      <w:r w:rsidR="006F43DD">
        <w:rPr>
          <w:rFonts w:ascii="Times New Roman" w:hAnsi="Times New Roman" w:cs="Times New Roman"/>
          <w:sz w:val="22"/>
          <w:szCs w:val="22"/>
        </w:rPr>
        <w:t xml:space="preserve">/la </w:t>
      </w:r>
      <w:r w:rsidRPr="005918F2">
        <w:rPr>
          <w:rFonts w:ascii="Times New Roman" w:hAnsi="Times New Roman" w:cs="Times New Roman"/>
          <w:sz w:val="22"/>
          <w:szCs w:val="22"/>
        </w:rPr>
        <w:t>sottoscritt</w:t>
      </w:r>
      <w:r w:rsidR="006F43DD">
        <w:rPr>
          <w:rFonts w:ascii="Times New Roman" w:hAnsi="Times New Roman" w:cs="Times New Roman"/>
          <w:sz w:val="22"/>
          <w:szCs w:val="22"/>
        </w:rPr>
        <w:t>__</w:t>
      </w:r>
      <w:r w:rsidRPr="005918F2">
        <w:rPr>
          <w:rFonts w:ascii="Times New Roman" w:hAnsi="Times New Roman" w:cs="Times New Roman"/>
          <w:sz w:val="22"/>
          <w:szCs w:val="22"/>
        </w:rPr>
        <w:t xml:space="preserve"> esprime il proprio consenso al trattamento dei dati personali contenuti nel proprio curriculum vitae in base all’art. 13 del D. Lgs. </w:t>
      </w:r>
      <w:r w:rsidR="006F32DF">
        <w:rPr>
          <w:rFonts w:ascii="Times New Roman" w:hAnsi="Times New Roman" w:cs="Times New Roman"/>
          <w:sz w:val="22"/>
          <w:szCs w:val="22"/>
        </w:rPr>
        <w:t xml:space="preserve">n. </w:t>
      </w:r>
      <w:r w:rsidRPr="005918F2">
        <w:rPr>
          <w:rFonts w:ascii="Times New Roman" w:hAnsi="Times New Roman" w:cs="Times New Roman"/>
          <w:sz w:val="22"/>
          <w:szCs w:val="22"/>
        </w:rPr>
        <w:t>196/2003 e all’art. 13 del Regolamento UE n. 679/2016 relativo alla protezione delle persone fisiche con riguardo al trattamento dei dati personali.</w:t>
      </w:r>
    </w:p>
    <w:p w14:paraId="1B34A33F" w14:textId="77777777" w:rsidR="00D844AB" w:rsidRPr="005918F2" w:rsidRDefault="00D844AB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D675E5C" w14:textId="77777777" w:rsidR="00D844AB" w:rsidRPr="005918F2" w:rsidRDefault="007A7C2D">
      <w:pPr>
        <w:pStyle w:val="CM10"/>
        <w:spacing w:after="240" w:line="240" w:lineRule="auto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Luogo__________, data ________</w:t>
      </w:r>
    </w:p>
    <w:p w14:paraId="119BCB4A" w14:textId="77777777" w:rsidR="00D844AB" w:rsidRPr="005918F2" w:rsidRDefault="007A7C2D">
      <w:pPr>
        <w:pStyle w:val="CM10"/>
        <w:spacing w:after="240" w:line="240" w:lineRule="auto"/>
        <w:ind w:left="5664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 xml:space="preserve"> Firma autografa o firma digitale</w:t>
      </w:r>
    </w:p>
    <w:p w14:paraId="20D27D86" w14:textId="77777777" w:rsidR="00D844AB" w:rsidRPr="005918F2" w:rsidRDefault="007A7C2D">
      <w:pPr>
        <w:pStyle w:val="CM10"/>
        <w:spacing w:after="240" w:line="240" w:lineRule="auto"/>
        <w:ind w:left="5664"/>
        <w:rPr>
          <w:rFonts w:ascii="Times New Roman" w:hAnsi="Times New Roman" w:cs="Times New Roman"/>
          <w:sz w:val="22"/>
          <w:szCs w:val="22"/>
        </w:rPr>
      </w:pPr>
      <w:r w:rsidRPr="005918F2">
        <w:rPr>
          <w:rFonts w:ascii="Times New Roman" w:hAnsi="Times New Roman" w:cs="Times New Roman"/>
          <w:sz w:val="22"/>
          <w:szCs w:val="22"/>
        </w:rPr>
        <w:t>_____________________________</w:t>
      </w:r>
    </w:p>
    <w:p w14:paraId="064B901F" w14:textId="77777777" w:rsidR="008C4E55" w:rsidRDefault="008C4E55" w:rsidP="00D72CC1">
      <w:pPr>
        <w:pStyle w:val="Standard"/>
        <w:tabs>
          <w:tab w:val="center" w:pos="4819"/>
          <w:tab w:val="right" w:pos="9638"/>
        </w:tabs>
        <w:rPr>
          <w:rFonts w:ascii="Times New Roman" w:eastAsia="Calibri" w:hAnsi="Times New Roman" w:cs="Times New Roman"/>
          <w:b/>
          <w:sz w:val="22"/>
          <w:szCs w:val="22"/>
          <w:u w:val="single"/>
          <w:lang w:eastAsia="en-US"/>
        </w:rPr>
      </w:pPr>
    </w:p>
    <w:sectPr w:rsidR="008C4E55" w:rsidSect="005918F2">
      <w:headerReference w:type="default" r:id="rId8"/>
      <w:footerReference w:type="even" r:id="rId9"/>
      <w:footerReference w:type="default" r:id="rId10"/>
      <w:pgSz w:w="11906" w:h="16838"/>
      <w:pgMar w:top="1417" w:right="1134" w:bottom="1134" w:left="1134" w:header="539" w:footer="2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5B72E" w14:textId="77777777" w:rsidR="00420BD4" w:rsidRDefault="00420BD4" w:rsidP="00D844AB">
      <w:r>
        <w:separator/>
      </w:r>
    </w:p>
  </w:endnote>
  <w:endnote w:type="continuationSeparator" w:id="0">
    <w:p w14:paraId="152064B9" w14:textId="77777777" w:rsidR="00420BD4" w:rsidRDefault="00420BD4" w:rsidP="00D8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St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D3A36" w14:textId="77777777" w:rsidR="00D844AB" w:rsidRDefault="00D844AB">
    <w:pPr>
      <w:pStyle w:val="Pidipagina1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93BF" w14:textId="2AB247AD" w:rsidR="00D844AB" w:rsidRDefault="00D844AB">
    <w:pPr>
      <w:pStyle w:val="Standard"/>
      <w:tabs>
        <w:tab w:val="center" w:pos="4819"/>
        <w:tab w:val="left" w:pos="5579"/>
        <w:tab w:val="left" w:pos="6106"/>
        <w:tab w:val="right" w:pos="9638"/>
      </w:tabs>
      <w:spacing w:before="240" w:after="240"/>
      <w:jc w:val="both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C7D71" w14:textId="77777777" w:rsidR="00420BD4" w:rsidRDefault="00420BD4" w:rsidP="00D844AB">
      <w:r w:rsidRPr="00D844AB">
        <w:rPr>
          <w:color w:val="000000"/>
        </w:rPr>
        <w:separator/>
      </w:r>
    </w:p>
  </w:footnote>
  <w:footnote w:type="continuationSeparator" w:id="0">
    <w:p w14:paraId="03D6E5A0" w14:textId="77777777" w:rsidR="00420BD4" w:rsidRDefault="00420BD4" w:rsidP="00D84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E00A5" w14:textId="77777777" w:rsidR="00D844AB" w:rsidRDefault="00D844AB">
    <w:pPr>
      <w:pStyle w:val="Standard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3238C"/>
    <w:multiLevelType w:val="multilevel"/>
    <w:tmpl w:val="D2E07BFE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138A4DE5"/>
    <w:multiLevelType w:val="multilevel"/>
    <w:tmpl w:val="F9F4CB8C"/>
    <w:styleLink w:val="WWNum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18867423"/>
    <w:multiLevelType w:val="multilevel"/>
    <w:tmpl w:val="6854D064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 w15:restartNumberingAfterBreak="0">
    <w:nsid w:val="1CF7579C"/>
    <w:multiLevelType w:val="multilevel"/>
    <w:tmpl w:val="6D9A1CA8"/>
    <w:styleLink w:val="WWNum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1F1D55E4"/>
    <w:multiLevelType w:val="multilevel"/>
    <w:tmpl w:val="9B6AD04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32A91"/>
    <w:multiLevelType w:val="hybridMultilevel"/>
    <w:tmpl w:val="8486A2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610A2C"/>
    <w:multiLevelType w:val="multilevel"/>
    <w:tmpl w:val="DA045C32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43BC53FB"/>
    <w:multiLevelType w:val="multilevel"/>
    <w:tmpl w:val="FA6A653E"/>
    <w:styleLink w:val="WWNum10"/>
    <w:lvl w:ilvl="0">
      <w:numFmt w:val="bullet"/>
      <w:lvlText w:val="-"/>
      <w:lvlJc w:val="left"/>
      <w:rPr>
        <w:rFonts w:ascii="Calibri" w:eastAsia="Calibri" w:hAnsi="Calibri"/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459472C5"/>
    <w:multiLevelType w:val="multilevel"/>
    <w:tmpl w:val="6860BDC0"/>
    <w:styleLink w:val="WWNum11"/>
    <w:lvl w:ilvl="0">
      <w:numFmt w:val="bullet"/>
      <w:lvlText w:val="-"/>
      <w:lvlJc w:val="left"/>
      <w:rPr>
        <w:rFonts w:ascii="Calibri" w:eastAsia="Calibri" w:hAnsi="Calibri"/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5FB565C3"/>
    <w:multiLevelType w:val="multilevel"/>
    <w:tmpl w:val="6668FC40"/>
    <w:styleLink w:val="WWNum8"/>
    <w:lvl w:ilvl="0">
      <w:numFmt w:val="bullet"/>
      <w:lvlText w:val="ð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66F46826"/>
    <w:multiLevelType w:val="multilevel"/>
    <w:tmpl w:val="8B8ACE9E"/>
    <w:styleLink w:val="WWNum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 w15:restartNumberingAfterBreak="0">
    <w:nsid w:val="6D110684"/>
    <w:multiLevelType w:val="hybridMultilevel"/>
    <w:tmpl w:val="405EA8A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7852E8"/>
    <w:multiLevelType w:val="multilevel"/>
    <w:tmpl w:val="0AC809B4"/>
    <w:styleLink w:val="WWNum9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601064876">
    <w:abstractNumId w:val="2"/>
  </w:num>
  <w:num w:numId="2" w16cid:durableId="756903821">
    <w:abstractNumId w:val="3"/>
  </w:num>
  <w:num w:numId="3" w16cid:durableId="275795375">
    <w:abstractNumId w:val="10"/>
  </w:num>
  <w:num w:numId="4" w16cid:durableId="2067603947">
    <w:abstractNumId w:val="0"/>
  </w:num>
  <w:num w:numId="5" w16cid:durableId="1193542135">
    <w:abstractNumId w:val="1"/>
  </w:num>
  <w:num w:numId="6" w16cid:durableId="282425738">
    <w:abstractNumId w:val="6"/>
  </w:num>
  <w:num w:numId="7" w16cid:durableId="759640136">
    <w:abstractNumId w:val="4"/>
  </w:num>
  <w:num w:numId="8" w16cid:durableId="1622179235">
    <w:abstractNumId w:val="9"/>
  </w:num>
  <w:num w:numId="9" w16cid:durableId="120156432">
    <w:abstractNumId w:val="12"/>
  </w:num>
  <w:num w:numId="10" w16cid:durableId="1589727009">
    <w:abstractNumId w:val="7"/>
  </w:num>
  <w:num w:numId="11" w16cid:durableId="493495991">
    <w:abstractNumId w:val="8"/>
  </w:num>
  <w:num w:numId="12" w16cid:durableId="208155708">
    <w:abstractNumId w:val="12"/>
  </w:num>
  <w:num w:numId="13" w16cid:durableId="1239824455">
    <w:abstractNumId w:val="10"/>
    <w:lvlOverride w:ilvl="0">
      <w:startOverride w:val="1"/>
    </w:lvlOverride>
  </w:num>
  <w:num w:numId="14" w16cid:durableId="960914858">
    <w:abstractNumId w:val="8"/>
  </w:num>
  <w:num w:numId="15" w16cid:durableId="1926916120">
    <w:abstractNumId w:val="7"/>
  </w:num>
  <w:num w:numId="16" w16cid:durableId="1473056773">
    <w:abstractNumId w:val="11"/>
  </w:num>
  <w:num w:numId="17" w16cid:durableId="71318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002"/>
    <w:rsid w:val="00011AF5"/>
    <w:rsid w:val="0001317A"/>
    <w:rsid w:val="000523A3"/>
    <w:rsid w:val="0028352B"/>
    <w:rsid w:val="002D675B"/>
    <w:rsid w:val="00373A8E"/>
    <w:rsid w:val="00420BD4"/>
    <w:rsid w:val="00462109"/>
    <w:rsid w:val="00493FAD"/>
    <w:rsid w:val="00497AF9"/>
    <w:rsid w:val="004A2ACB"/>
    <w:rsid w:val="004D2D19"/>
    <w:rsid w:val="004D2F5A"/>
    <w:rsid w:val="005918F2"/>
    <w:rsid w:val="006C386D"/>
    <w:rsid w:val="006D7F8A"/>
    <w:rsid w:val="006F32DF"/>
    <w:rsid w:val="006F43DD"/>
    <w:rsid w:val="00746B0B"/>
    <w:rsid w:val="007A7C2D"/>
    <w:rsid w:val="007C56D0"/>
    <w:rsid w:val="007F0FFB"/>
    <w:rsid w:val="008775A3"/>
    <w:rsid w:val="008B1FDF"/>
    <w:rsid w:val="008C4E55"/>
    <w:rsid w:val="00A552E6"/>
    <w:rsid w:val="00B473CC"/>
    <w:rsid w:val="00BE1B26"/>
    <w:rsid w:val="00CC521B"/>
    <w:rsid w:val="00CF3387"/>
    <w:rsid w:val="00D612E4"/>
    <w:rsid w:val="00D702FF"/>
    <w:rsid w:val="00D72CC1"/>
    <w:rsid w:val="00D844AB"/>
    <w:rsid w:val="00E03A37"/>
    <w:rsid w:val="00E658E5"/>
    <w:rsid w:val="00E87D64"/>
    <w:rsid w:val="00F712E4"/>
    <w:rsid w:val="00FD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1BE3"/>
  <w15:docId w15:val="{A1B00654-AF65-464C-9878-5B9DCB3B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844AB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D844AB"/>
    <w:pPr>
      <w:widowControl/>
      <w:suppressAutoHyphens/>
    </w:pPr>
    <w:rPr>
      <w:rFonts w:ascii="Liberation Serif" w:eastAsia="NSimSun" w:hAnsi="Liberation Serif" w:cs="Lucida Sans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D844A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D844AB"/>
    <w:pPr>
      <w:spacing w:after="120"/>
    </w:pPr>
  </w:style>
  <w:style w:type="paragraph" w:styleId="Elenco">
    <w:name w:val="List"/>
    <w:basedOn w:val="Textbody"/>
    <w:rsid w:val="00D844AB"/>
    <w:rPr>
      <w:rFonts w:cs="Arial"/>
    </w:rPr>
  </w:style>
  <w:style w:type="paragraph" w:customStyle="1" w:styleId="Didascalia1">
    <w:name w:val="Didascalia1"/>
    <w:basedOn w:val="Standard"/>
    <w:rsid w:val="00D844AB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D844AB"/>
    <w:pPr>
      <w:suppressLineNumbers/>
    </w:pPr>
    <w:rPr>
      <w:rFonts w:cs="Arial"/>
    </w:rPr>
  </w:style>
  <w:style w:type="paragraph" w:customStyle="1" w:styleId="Titolo11">
    <w:name w:val="Titolo 11"/>
    <w:basedOn w:val="Standard"/>
    <w:next w:val="Textbody"/>
    <w:rsid w:val="00D844AB"/>
    <w:pPr>
      <w:keepNext/>
      <w:jc w:val="center"/>
      <w:outlineLvl w:val="0"/>
    </w:pPr>
    <w:rPr>
      <w:b/>
      <w:sz w:val="20"/>
      <w:szCs w:val="20"/>
    </w:rPr>
  </w:style>
  <w:style w:type="paragraph" w:customStyle="1" w:styleId="Intestazione1">
    <w:name w:val="Intestazione1"/>
    <w:basedOn w:val="Standard"/>
    <w:rsid w:val="00D844AB"/>
    <w:pPr>
      <w:suppressLineNumbers/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Standard"/>
    <w:rsid w:val="00D844AB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D844AB"/>
    <w:pPr>
      <w:suppressAutoHyphens/>
    </w:pPr>
    <w:rPr>
      <w:rFonts w:ascii="Courier Std" w:hAnsi="Courier Std" w:cs="Courier Std"/>
      <w:color w:val="000000"/>
      <w:sz w:val="24"/>
      <w:szCs w:val="24"/>
    </w:rPr>
  </w:style>
  <w:style w:type="paragraph" w:customStyle="1" w:styleId="CM1">
    <w:name w:val="CM1"/>
    <w:basedOn w:val="Default"/>
    <w:rsid w:val="00D844AB"/>
    <w:rPr>
      <w:color w:val="00000A"/>
    </w:rPr>
  </w:style>
  <w:style w:type="paragraph" w:customStyle="1" w:styleId="CM15">
    <w:name w:val="CM15"/>
    <w:basedOn w:val="Default"/>
    <w:rsid w:val="00D844AB"/>
    <w:pPr>
      <w:spacing w:after="963"/>
    </w:pPr>
    <w:rPr>
      <w:color w:val="00000A"/>
    </w:rPr>
  </w:style>
  <w:style w:type="paragraph" w:customStyle="1" w:styleId="CM19">
    <w:name w:val="CM19"/>
    <w:basedOn w:val="Default"/>
    <w:rsid w:val="00D844AB"/>
    <w:pPr>
      <w:spacing w:after="245"/>
    </w:pPr>
    <w:rPr>
      <w:color w:val="00000A"/>
    </w:rPr>
  </w:style>
  <w:style w:type="paragraph" w:customStyle="1" w:styleId="CM4">
    <w:name w:val="CM4"/>
    <w:basedOn w:val="Default"/>
    <w:rsid w:val="00D844AB"/>
    <w:pPr>
      <w:spacing w:line="248" w:lineRule="atLeast"/>
    </w:pPr>
    <w:rPr>
      <w:color w:val="00000A"/>
    </w:rPr>
  </w:style>
  <w:style w:type="paragraph" w:customStyle="1" w:styleId="CM10">
    <w:name w:val="CM10"/>
    <w:basedOn w:val="Default"/>
    <w:rsid w:val="00D844AB"/>
    <w:pPr>
      <w:spacing w:line="248" w:lineRule="atLeast"/>
    </w:pPr>
    <w:rPr>
      <w:color w:val="00000A"/>
    </w:rPr>
  </w:style>
  <w:style w:type="paragraph" w:styleId="Paragrafoelenco">
    <w:name w:val="List Paragraph"/>
    <w:basedOn w:val="Standard"/>
    <w:rsid w:val="00D844A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itolo1Carattere">
    <w:name w:val="Titolo 1 Carattere"/>
    <w:rsid w:val="00D844AB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Internetlink">
    <w:name w:val="Internet link"/>
    <w:rsid w:val="00D844AB"/>
    <w:rPr>
      <w:rFonts w:cs="Times New Roman"/>
      <w:color w:val="0000FF"/>
      <w:sz w:val="20"/>
      <w:u w:val="single"/>
    </w:rPr>
  </w:style>
  <w:style w:type="character" w:customStyle="1" w:styleId="IntestazioneCarattere">
    <w:name w:val="Intestazione Carattere"/>
    <w:rsid w:val="00D844AB"/>
    <w:rPr>
      <w:rFonts w:cs="Times New Roman"/>
      <w:sz w:val="24"/>
      <w:szCs w:val="24"/>
    </w:rPr>
  </w:style>
  <w:style w:type="character" w:customStyle="1" w:styleId="PidipaginaCarattere">
    <w:name w:val="Piè di pagina Carattere"/>
    <w:rsid w:val="00D844AB"/>
    <w:rPr>
      <w:rFonts w:cs="Times New Roman"/>
      <w:sz w:val="24"/>
      <w:szCs w:val="24"/>
    </w:rPr>
  </w:style>
  <w:style w:type="character" w:styleId="Numeropagina">
    <w:name w:val="page number"/>
    <w:rsid w:val="00D844AB"/>
    <w:rPr>
      <w:rFonts w:cs="Times New Roman"/>
    </w:rPr>
  </w:style>
  <w:style w:type="character" w:customStyle="1" w:styleId="Menzionenonrisolta1">
    <w:name w:val="Menzione non risolta1"/>
    <w:rsid w:val="00D844AB"/>
    <w:rPr>
      <w:color w:val="605E5C"/>
    </w:rPr>
  </w:style>
  <w:style w:type="character" w:customStyle="1" w:styleId="ListLabel1">
    <w:name w:val="ListLabel 1"/>
    <w:rsid w:val="00D844AB"/>
    <w:rPr>
      <w:rFonts w:cs="Times New Roman"/>
    </w:rPr>
  </w:style>
  <w:style w:type="character" w:customStyle="1" w:styleId="ListLabel2">
    <w:name w:val="ListLabel 2"/>
    <w:rsid w:val="00D844AB"/>
    <w:rPr>
      <w:rFonts w:eastAsia="Calibri"/>
      <w:sz w:val="18"/>
    </w:rPr>
  </w:style>
  <w:style w:type="character" w:styleId="Collegamentoipertestuale">
    <w:name w:val="Hyperlink"/>
    <w:basedOn w:val="Carpredefinitoparagrafo"/>
    <w:uiPriority w:val="99"/>
    <w:unhideWhenUsed/>
    <w:rsid w:val="007F0FFB"/>
    <w:rPr>
      <w:color w:val="0000FF" w:themeColor="hyperlink"/>
      <w:u w:val="single"/>
    </w:rPr>
  </w:style>
  <w:style w:type="paragraph" w:styleId="Intestazione">
    <w:name w:val="header"/>
    <w:basedOn w:val="Normale"/>
    <w:rsid w:val="00D844AB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rsid w:val="00D844AB"/>
  </w:style>
  <w:style w:type="paragraph" w:styleId="Pidipagina">
    <w:name w:val="footer"/>
    <w:basedOn w:val="Normale"/>
    <w:rsid w:val="00D844AB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rsid w:val="00D844AB"/>
  </w:style>
  <w:style w:type="numbering" w:customStyle="1" w:styleId="WWNum1">
    <w:name w:val="WWNum1"/>
    <w:basedOn w:val="Nessunelenco"/>
    <w:rsid w:val="00D844AB"/>
    <w:pPr>
      <w:numPr>
        <w:numId w:val="1"/>
      </w:numPr>
    </w:pPr>
  </w:style>
  <w:style w:type="numbering" w:customStyle="1" w:styleId="WWNum2">
    <w:name w:val="WWNum2"/>
    <w:basedOn w:val="Nessunelenco"/>
    <w:rsid w:val="00D844AB"/>
    <w:pPr>
      <w:numPr>
        <w:numId w:val="2"/>
      </w:numPr>
    </w:pPr>
  </w:style>
  <w:style w:type="numbering" w:customStyle="1" w:styleId="WWNum3">
    <w:name w:val="WWNum3"/>
    <w:basedOn w:val="Nessunelenco"/>
    <w:rsid w:val="00D844AB"/>
    <w:pPr>
      <w:numPr>
        <w:numId w:val="3"/>
      </w:numPr>
    </w:pPr>
  </w:style>
  <w:style w:type="numbering" w:customStyle="1" w:styleId="WWNum4">
    <w:name w:val="WWNum4"/>
    <w:basedOn w:val="Nessunelenco"/>
    <w:rsid w:val="00D844AB"/>
    <w:pPr>
      <w:numPr>
        <w:numId w:val="4"/>
      </w:numPr>
    </w:pPr>
  </w:style>
  <w:style w:type="numbering" w:customStyle="1" w:styleId="WWNum5">
    <w:name w:val="WWNum5"/>
    <w:basedOn w:val="Nessunelenco"/>
    <w:rsid w:val="00D844AB"/>
    <w:pPr>
      <w:numPr>
        <w:numId w:val="5"/>
      </w:numPr>
    </w:pPr>
  </w:style>
  <w:style w:type="numbering" w:customStyle="1" w:styleId="WWNum6">
    <w:name w:val="WWNum6"/>
    <w:basedOn w:val="Nessunelenco"/>
    <w:rsid w:val="00D844AB"/>
    <w:pPr>
      <w:numPr>
        <w:numId w:val="6"/>
      </w:numPr>
    </w:pPr>
  </w:style>
  <w:style w:type="numbering" w:customStyle="1" w:styleId="WWNum7">
    <w:name w:val="WWNum7"/>
    <w:basedOn w:val="Nessunelenco"/>
    <w:rsid w:val="00D844AB"/>
    <w:pPr>
      <w:numPr>
        <w:numId w:val="7"/>
      </w:numPr>
    </w:pPr>
  </w:style>
  <w:style w:type="numbering" w:customStyle="1" w:styleId="WWNum8">
    <w:name w:val="WWNum8"/>
    <w:basedOn w:val="Nessunelenco"/>
    <w:rsid w:val="00D844AB"/>
    <w:pPr>
      <w:numPr>
        <w:numId w:val="8"/>
      </w:numPr>
    </w:pPr>
  </w:style>
  <w:style w:type="numbering" w:customStyle="1" w:styleId="WWNum9">
    <w:name w:val="WWNum9"/>
    <w:basedOn w:val="Nessunelenco"/>
    <w:rsid w:val="00D844AB"/>
    <w:pPr>
      <w:numPr>
        <w:numId w:val="9"/>
      </w:numPr>
    </w:pPr>
  </w:style>
  <w:style w:type="numbering" w:customStyle="1" w:styleId="WWNum10">
    <w:name w:val="WWNum10"/>
    <w:basedOn w:val="Nessunelenco"/>
    <w:rsid w:val="00D844AB"/>
    <w:pPr>
      <w:numPr>
        <w:numId w:val="10"/>
      </w:numPr>
    </w:pPr>
  </w:style>
  <w:style w:type="numbering" w:customStyle="1" w:styleId="WWNum11">
    <w:name w:val="WWNum11"/>
    <w:basedOn w:val="Nessunelenco"/>
    <w:rsid w:val="00D844AB"/>
    <w:pPr>
      <w:numPr>
        <w:numId w:val="11"/>
      </w:numPr>
    </w:pPr>
  </w:style>
  <w:style w:type="paragraph" w:styleId="Corpotesto">
    <w:name w:val="Body Text"/>
    <w:basedOn w:val="Normale"/>
    <w:link w:val="CorpotestoCarattere"/>
    <w:uiPriority w:val="1"/>
    <w:qFormat/>
    <w:rsid w:val="005918F2"/>
    <w:pPr>
      <w:suppressAutoHyphens w:val="0"/>
      <w:autoSpaceDE w:val="0"/>
      <w:textAlignment w:val="auto"/>
    </w:pPr>
    <w:rPr>
      <w:rFonts w:ascii="Verdana" w:eastAsia="Verdana" w:hAnsi="Verdana" w:cs="Verdana"/>
      <w:kern w:val="0"/>
      <w:sz w:val="18"/>
      <w:szCs w:val="18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918F2"/>
    <w:rPr>
      <w:rFonts w:ascii="Verdana" w:eastAsia="Verdana" w:hAnsi="Verdana" w:cs="Verdana"/>
      <w:kern w:val="0"/>
      <w:sz w:val="18"/>
      <w:szCs w:val="18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ba@postacert.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MBRUSO%20Personale\COORDINATORE%20REG.LE%20ED.%20FISICA\BASILICATA%20AVVISO%202021\AVVISO%20MODIFICATO\DATENA%20A%20ME%20PER%20PUBBLICAZIONE\RITRASMESSA%20A%20DATENA%20MODIFICATA\FAC%20SIMILE%20DOMANDA%20LOMBARDIA%20PER%20BASILIC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FAC SIMILE DOMANDA LOMBARDIA PER BASILICATA.dotx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DOMANDA</vt:lpstr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DOMANDA</dc:title>
  <dc:creator>Utente</dc:creator>
  <cp:lastModifiedBy>Ambruso Rachele</cp:lastModifiedBy>
  <cp:revision>3</cp:revision>
  <cp:lastPrinted>2021-06-30T14:36:00Z</cp:lastPrinted>
  <dcterms:created xsi:type="dcterms:W3CDTF">2024-06-28T10:19:00Z</dcterms:created>
  <dcterms:modified xsi:type="dcterms:W3CDTF">2024-06-28T12:06:00Z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M.I.U.R.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